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einfach"/>
        <w:tblW w:w="0" w:type="auto"/>
        <w:tblLook w:val="04A0" w:firstRow="1" w:lastRow="0" w:firstColumn="1" w:lastColumn="0" w:noHBand="0" w:noVBand="1"/>
      </w:tblPr>
      <w:tblGrid>
        <w:gridCol w:w="7359"/>
      </w:tblGrid>
      <w:tr w:rsidR="00C65692" w14:paraId="3FDF08B7" w14:textId="77777777" w:rsidTr="00546F76">
        <w:trPr>
          <w:trHeight w:val="284"/>
        </w:trPr>
        <w:tc>
          <w:tcPr>
            <w:tcW w:w="7359" w:type="dxa"/>
            <w:tcMar>
              <w:top w:w="11" w:type="dxa"/>
              <w:bottom w:w="0" w:type="dxa"/>
            </w:tcMar>
          </w:tcPr>
          <w:p w14:paraId="7F822C00" w14:textId="72FBA5DC"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545AE15791E59748A0E8F8BC274E76B8"/>
                </w:placeholder>
                <w:dataBinding w:prefixMappings="xmlns:ns0='http://schemas.microsoft.com/office/2006/coverPageProps' " w:xpath="/ns0:CoverPageProperties[1]/ns0:PublishDate[1]" w:storeItemID="{55AF091B-3C7A-41E3-B477-F2FDAA23CFDA}"/>
                <w:date w:fullDate="2025-01-13T00:00:00Z">
                  <w:dateFormat w:val="d. MMMM yyyy"/>
                  <w:lid w:val="de-DE"/>
                  <w:storeMappedDataAs w:val="dateTime"/>
                  <w:calendar w:val="gregorian"/>
                </w:date>
              </w:sdtPr>
              <w:sdtContent>
                <w:r w:rsidR="0046166F">
                  <w:rPr>
                    <w:rStyle w:val="Dokumentdatum"/>
                  </w:rPr>
                  <w:t>13. Januar 2025</w:t>
                </w:r>
              </w:sdtContent>
            </w:sdt>
          </w:p>
        </w:tc>
      </w:tr>
      <w:tr w:rsidR="00C65692" w:rsidRPr="0046166F" w14:paraId="3ADBC92F" w14:textId="77777777" w:rsidTr="00752C8E">
        <w:trPr>
          <w:trHeight w:hRule="exact" w:val="1616"/>
        </w:trPr>
        <w:tc>
          <w:tcPr>
            <w:tcW w:w="7359" w:type="dxa"/>
            <w:tcMar>
              <w:top w:w="289" w:type="dxa"/>
              <w:bottom w:w="1083" w:type="dxa"/>
            </w:tcMar>
          </w:tcPr>
          <w:p w14:paraId="19EA1244" w14:textId="77777777" w:rsidR="0046166F" w:rsidRPr="0046166F" w:rsidRDefault="0046166F" w:rsidP="0046166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cs="Arial"/>
                <w:color w:val="011751"/>
                <w:kern w:val="0"/>
                <w:sz w:val="36"/>
                <w:szCs w:val="36"/>
                <w:lang w:val="en-US"/>
              </w:rPr>
            </w:pPr>
            <w:proofErr w:type="spellStart"/>
            <w:r w:rsidRPr="0046166F">
              <w:rPr>
                <w:rFonts w:cs="Arial"/>
                <w:color w:val="011751"/>
                <w:kern w:val="0"/>
                <w:sz w:val="36"/>
                <w:szCs w:val="36"/>
                <w:lang w:val="en-US"/>
              </w:rPr>
              <w:t>myGEZE</w:t>
            </w:r>
            <w:proofErr w:type="spellEnd"/>
            <w:r w:rsidRPr="0046166F">
              <w:rPr>
                <w:rFonts w:cs="Arial"/>
                <w:color w:val="011751"/>
                <w:kern w:val="0"/>
                <w:sz w:val="36"/>
                <w:szCs w:val="36"/>
                <w:lang w:val="en-US"/>
              </w:rPr>
              <w:t xml:space="preserve"> Control: the next generation</w:t>
            </w:r>
          </w:p>
          <w:p w14:paraId="6A5E331D" w14:textId="43CB67E3" w:rsidR="00025DF7" w:rsidRPr="0046166F" w:rsidRDefault="0046166F" w:rsidP="0046166F">
            <w:pPr>
              <w:pStyle w:val="Betreff"/>
              <w:rPr>
                <w:lang w:val="en-US"/>
              </w:rPr>
            </w:pPr>
            <w:r w:rsidRPr="0046166F">
              <w:rPr>
                <w:rFonts w:cs="Arial"/>
                <w:color w:val="011751"/>
                <w:kern w:val="0"/>
                <w:sz w:val="36"/>
                <w:szCs w:val="36"/>
                <w:lang w:val="en-US"/>
              </w:rPr>
              <w:t>networking solution</w:t>
            </w:r>
          </w:p>
        </w:tc>
      </w:tr>
    </w:tbl>
    <w:p w14:paraId="3354E2BD" w14:textId="77777777" w:rsidR="0046166F" w:rsidRPr="0046166F" w:rsidRDefault="0046166F" w:rsidP="0046166F">
      <w:pPr>
        <w:rPr>
          <w:b/>
          <w:lang w:val="en-US"/>
        </w:rPr>
      </w:pPr>
      <w:r w:rsidRPr="0046166F">
        <w:rPr>
          <w:b/>
          <w:lang w:val="en-US"/>
        </w:rPr>
        <w:t xml:space="preserve">With the new, modular </w:t>
      </w:r>
      <w:proofErr w:type="spellStart"/>
      <w:r w:rsidRPr="0046166F">
        <w:rPr>
          <w:b/>
          <w:lang w:val="en-US"/>
        </w:rPr>
        <w:t>myGEZE</w:t>
      </w:r>
      <w:proofErr w:type="spellEnd"/>
      <w:r w:rsidRPr="0046166F">
        <w:rPr>
          <w:b/>
          <w:lang w:val="en-US"/>
        </w:rPr>
        <w:t xml:space="preserve"> Control platform, GEZE </w:t>
      </w:r>
      <w:proofErr w:type="gramStart"/>
      <w:r w:rsidRPr="0046166F">
        <w:rPr>
          <w:b/>
          <w:lang w:val="en-US"/>
        </w:rPr>
        <w:t>is able to</w:t>
      </w:r>
      <w:proofErr w:type="gramEnd"/>
      <w:r w:rsidRPr="0046166F">
        <w:rPr>
          <w:b/>
          <w:lang w:val="en-US"/>
        </w:rPr>
        <w:t xml:space="preserve"> integrate door, window and safety technology into the many different areas of building management. The new networking solution supports operators, facility managers, and security service personnel in smooth and efficient building operations. At the same time, it increases their security, energy efficiency, and comfort for building users. Architects and planners benefit from </w:t>
      </w:r>
      <w:proofErr w:type="spellStart"/>
      <w:r w:rsidRPr="0046166F">
        <w:rPr>
          <w:b/>
          <w:lang w:val="en-US"/>
        </w:rPr>
        <w:t>standardised</w:t>
      </w:r>
      <w:proofErr w:type="spellEnd"/>
      <w:r w:rsidRPr="0046166F">
        <w:rPr>
          <w:b/>
          <w:lang w:val="en-US"/>
        </w:rPr>
        <w:t xml:space="preserve"> BACnet project management.</w:t>
      </w:r>
    </w:p>
    <w:p w14:paraId="5A8B2EBF" w14:textId="77777777" w:rsidR="0046166F" w:rsidRPr="0046166F" w:rsidRDefault="0046166F" w:rsidP="0046166F">
      <w:pPr>
        <w:rPr>
          <w:lang w:val="en-US"/>
        </w:rPr>
      </w:pPr>
    </w:p>
    <w:p w14:paraId="288D372B" w14:textId="77777777" w:rsidR="0046166F" w:rsidRPr="0046166F" w:rsidRDefault="0046166F" w:rsidP="0046166F">
      <w:pPr>
        <w:rPr>
          <w:b/>
          <w:lang w:val="en-US"/>
        </w:rPr>
      </w:pPr>
    </w:p>
    <w:p w14:paraId="4C8A4808" w14:textId="77777777" w:rsidR="0046166F" w:rsidRPr="0046166F" w:rsidRDefault="0046166F" w:rsidP="0046166F">
      <w:pPr>
        <w:rPr>
          <w:b/>
          <w:lang w:val="en-US"/>
        </w:rPr>
      </w:pPr>
      <w:r w:rsidRPr="0046166F">
        <w:rPr>
          <w:b/>
          <w:lang w:val="en-US"/>
        </w:rPr>
        <w:t>Efficiently implement sustainability requirements for modern buildings</w:t>
      </w:r>
    </w:p>
    <w:p w14:paraId="6FFA4BD2" w14:textId="77777777" w:rsidR="0046166F" w:rsidRPr="0046166F" w:rsidRDefault="0046166F" w:rsidP="0046166F">
      <w:pPr>
        <w:contextualSpacing/>
        <w:rPr>
          <w:lang w:val="en-US"/>
        </w:rPr>
      </w:pPr>
      <w:r w:rsidRPr="0046166F">
        <w:rPr>
          <w:lang w:val="en-US"/>
        </w:rPr>
        <w:t>Standards for building function and control capabilities have increased greatly, especially in the areas of energy efficiency and sustainability. On the one hand, buildings need to fulfil ever more extensive specifications and stricter laws to lower the real estate and residential sector's share in the production of CO2, which is harmful to the climate. Building users, on the other hand, increasingly value spaces with natural ventilation and natural lighting, which in turn impact fire protection and building safety. This results in scenarios that pose complex challenges for building management.</w:t>
      </w:r>
    </w:p>
    <w:p w14:paraId="703BAD39" w14:textId="77777777" w:rsidR="0046166F" w:rsidRPr="0046166F" w:rsidRDefault="0046166F" w:rsidP="0046166F">
      <w:pPr>
        <w:contextualSpacing/>
        <w:rPr>
          <w:lang w:val="en-US"/>
        </w:rPr>
      </w:pPr>
    </w:p>
    <w:p w14:paraId="3C716050" w14:textId="77777777" w:rsidR="0046166F" w:rsidRDefault="0046166F" w:rsidP="0046166F">
      <w:pPr>
        <w:contextualSpacing/>
        <w:rPr>
          <w:lang w:val="en-US"/>
        </w:rPr>
      </w:pPr>
      <w:r w:rsidRPr="00644D31">
        <w:rPr>
          <w:lang w:val="en-US"/>
        </w:rPr>
        <w:t xml:space="preserve">New networking solutions from GEZE offer support in such scenarios, as well as those involving access-restricted areas, accessibility, fire protection or emergency exit protection. </w:t>
      </w:r>
      <w:proofErr w:type="gramStart"/>
      <w:r w:rsidRPr="00644D31">
        <w:rPr>
          <w:lang w:val="en-US"/>
        </w:rPr>
        <w:t>A large number of</w:t>
      </w:r>
      <w:proofErr w:type="gramEnd"/>
      <w:r w:rsidRPr="00644D31">
        <w:rPr>
          <w:lang w:val="en-US"/>
        </w:rPr>
        <w:t xml:space="preserve"> components and scenarios must interact in order to ensure, for example, that offices are always air-conditioned and ventilated optimally. Because of this, architects and planners today </w:t>
      </w:r>
      <w:proofErr w:type="spellStart"/>
      <w:r w:rsidRPr="00644D31">
        <w:rPr>
          <w:lang w:val="en-US"/>
        </w:rPr>
        <w:t>favour</w:t>
      </w:r>
      <w:proofErr w:type="spellEnd"/>
      <w:r w:rsidRPr="00644D31">
        <w:rPr>
          <w:lang w:val="en-US"/>
        </w:rPr>
        <w:t xml:space="preserve"> natural air-conditioning via night-time cooling, helping to create a good indoor climate at the start of the day. The façade can react to changing exterior or framework conditions using sensors for heat, wind or light, automatically extending a shade or opening and closing windows independently, depending on the outside temperature. At the same time, however, users must also be able to open or close windows themselves.</w:t>
      </w:r>
      <w:r>
        <w:rPr>
          <w:lang w:val="en-US"/>
        </w:rPr>
        <w:t xml:space="preserve"> “</w:t>
      </w:r>
      <w:proofErr w:type="spellStart"/>
      <w:r w:rsidRPr="009004B7">
        <w:rPr>
          <w:lang w:val="en-US"/>
        </w:rPr>
        <w:t>myGEZE</w:t>
      </w:r>
      <w:proofErr w:type="spellEnd"/>
      <w:r w:rsidRPr="009004B7">
        <w:rPr>
          <w:lang w:val="en-US"/>
        </w:rPr>
        <w:t xml:space="preserve"> Control can be used to </w:t>
      </w:r>
      <w:proofErr w:type="spellStart"/>
      <w:r w:rsidRPr="009004B7">
        <w:rPr>
          <w:lang w:val="en-US"/>
        </w:rPr>
        <w:t>programme</w:t>
      </w:r>
      <w:proofErr w:type="spellEnd"/>
      <w:r w:rsidRPr="009004B7">
        <w:rPr>
          <w:lang w:val="en-US"/>
        </w:rPr>
        <w:t xml:space="preserve"> and control such complex systems in a cost-efficient and energy-saving way</w:t>
      </w:r>
      <w:r>
        <w:rPr>
          <w:lang w:val="en-US"/>
        </w:rPr>
        <w:t xml:space="preserve">”, says </w:t>
      </w:r>
      <w:r w:rsidRPr="00925C2D">
        <w:rPr>
          <w:lang w:val="en-US"/>
        </w:rPr>
        <w:t xml:space="preserve">Jürgen Keller, Product Manager Connectivity - </w:t>
      </w:r>
      <w:r w:rsidRPr="00925C2D">
        <w:rPr>
          <w:lang w:val="en-US"/>
        </w:rPr>
        <w:lastRenderedPageBreak/>
        <w:t>Integrated Solutions at GEZE</w:t>
      </w:r>
      <w:r>
        <w:rPr>
          <w:lang w:val="en-US"/>
        </w:rPr>
        <w:t>.</w:t>
      </w:r>
      <w:r w:rsidRPr="00925C2D">
        <w:rPr>
          <w:lang w:val="en-US"/>
        </w:rPr>
        <w:t xml:space="preserve"> </w:t>
      </w:r>
      <w:r>
        <w:rPr>
          <w:lang w:val="en-US"/>
        </w:rPr>
        <w:t>“</w:t>
      </w:r>
      <w:r w:rsidRPr="009004B7">
        <w:rPr>
          <w:lang w:val="en-US"/>
        </w:rPr>
        <w:t xml:space="preserve">In this way, </w:t>
      </w:r>
      <w:proofErr w:type="spellStart"/>
      <w:r w:rsidRPr="009004B7">
        <w:rPr>
          <w:lang w:val="en-US"/>
        </w:rPr>
        <w:t>myGEZE</w:t>
      </w:r>
      <w:proofErr w:type="spellEnd"/>
      <w:r w:rsidRPr="009004B7">
        <w:rPr>
          <w:lang w:val="en-US"/>
        </w:rPr>
        <w:t xml:space="preserve"> Control also contributes to the sustainable and </w:t>
      </w:r>
      <w:proofErr w:type="spellStart"/>
      <w:r w:rsidRPr="009004B7">
        <w:rPr>
          <w:lang w:val="en-US"/>
        </w:rPr>
        <w:t>liveable</w:t>
      </w:r>
      <w:proofErr w:type="spellEnd"/>
      <w:r w:rsidRPr="009004B7">
        <w:rPr>
          <w:lang w:val="en-US"/>
        </w:rPr>
        <w:t xml:space="preserve"> buildings of the future</w:t>
      </w:r>
      <w:r>
        <w:rPr>
          <w:lang w:val="en-US"/>
        </w:rPr>
        <w:t>.”</w:t>
      </w:r>
    </w:p>
    <w:p w14:paraId="6488B999" w14:textId="77777777" w:rsidR="0046166F" w:rsidRPr="0046166F" w:rsidRDefault="0046166F" w:rsidP="0046166F">
      <w:pPr>
        <w:rPr>
          <w:b/>
          <w:lang w:val="en-US"/>
        </w:rPr>
      </w:pPr>
      <w:r w:rsidRPr="0046166F">
        <w:rPr>
          <w:b/>
          <w:lang w:val="en-US"/>
        </w:rPr>
        <w:t>Simplifying work for facility managers and safety officers</w:t>
      </w:r>
    </w:p>
    <w:p w14:paraId="6C4508EF" w14:textId="77777777" w:rsidR="0046166F" w:rsidRPr="0046166F" w:rsidRDefault="0046166F" w:rsidP="0046166F">
      <w:pPr>
        <w:rPr>
          <w:lang w:val="en-US"/>
        </w:rPr>
      </w:pPr>
      <w:r w:rsidRPr="0046166F">
        <w:rPr>
          <w:lang w:val="en-US"/>
        </w:rPr>
        <w:t xml:space="preserve">In everyday work, </w:t>
      </w:r>
      <w:proofErr w:type="spellStart"/>
      <w:r w:rsidRPr="0046166F">
        <w:rPr>
          <w:lang w:val="en-US"/>
        </w:rPr>
        <w:t>myGEZE</w:t>
      </w:r>
      <w:proofErr w:type="spellEnd"/>
      <w:r w:rsidRPr="0046166F">
        <w:rPr>
          <w:lang w:val="en-US"/>
        </w:rPr>
        <w:t xml:space="preserve"> Control greatly simplifies all processes and procedures involved in modern building management. “Instead of inspecting the building on foot for hours at a time and checking whether all doors and windows are closed, caretakers or security service personnel can easily complete their work with a tablet, thanks to </w:t>
      </w:r>
      <w:proofErr w:type="spellStart"/>
      <w:r w:rsidRPr="0046166F">
        <w:rPr>
          <w:lang w:val="en-US"/>
        </w:rPr>
        <w:t>myGEZE</w:t>
      </w:r>
      <w:proofErr w:type="spellEnd"/>
      <w:r w:rsidRPr="0046166F">
        <w:rPr>
          <w:lang w:val="en-US"/>
        </w:rPr>
        <w:t xml:space="preserve"> Control” says the GEZE expert. “This gives them an overview of all of the doors and windows, placing them in a position to see where systems are not yet closed, or where the lighting is still switched on.” Users can use the central control unit on a device to trigger a scenario and put the building in secure night mode, all with a simple click. The platform also detects, for example, if cleaning personnel are still in the building. It can program an automatic timer function that will re-activate night mode again </w:t>
      </w:r>
      <w:proofErr w:type="gramStart"/>
      <w:r w:rsidRPr="0046166F">
        <w:rPr>
          <w:lang w:val="en-US"/>
        </w:rPr>
        <w:t>later on</w:t>
      </w:r>
      <w:proofErr w:type="gramEnd"/>
      <w:r w:rsidRPr="0046166F">
        <w:rPr>
          <w:lang w:val="en-US"/>
        </w:rPr>
        <w:t>. “This saves a lot of time – and cash!”</w:t>
      </w:r>
    </w:p>
    <w:p w14:paraId="2F74974F" w14:textId="77777777" w:rsidR="0046166F" w:rsidRPr="0046166F" w:rsidRDefault="0046166F" w:rsidP="0046166F">
      <w:pPr>
        <w:rPr>
          <w:lang w:val="en-US"/>
        </w:rPr>
      </w:pPr>
      <w:r w:rsidRPr="0046166F">
        <w:rPr>
          <w:lang w:val="en-US"/>
        </w:rPr>
        <w:t xml:space="preserve"> </w:t>
      </w:r>
    </w:p>
    <w:p w14:paraId="26DD8D7D" w14:textId="77777777" w:rsidR="0046166F" w:rsidRPr="0046166F" w:rsidRDefault="0046166F" w:rsidP="0046166F">
      <w:pPr>
        <w:rPr>
          <w:b/>
          <w:lang w:val="en-US"/>
        </w:rPr>
      </w:pPr>
      <w:r w:rsidRPr="0046166F">
        <w:rPr>
          <w:b/>
          <w:lang w:val="en-US"/>
        </w:rPr>
        <w:t>Services for architects and planners: GEZE provides advice and support for project management</w:t>
      </w:r>
    </w:p>
    <w:p w14:paraId="1C89BB72" w14:textId="77777777" w:rsidR="0046166F" w:rsidRPr="000E1B7B" w:rsidRDefault="0046166F" w:rsidP="0046166F">
      <w:pPr>
        <w:spacing w:line="240" w:lineRule="auto"/>
        <w:rPr>
          <w:rFonts w:eastAsia="Times New Roman" w:cs="Arial"/>
          <w:lang w:val="en-US"/>
        </w:rPr>
      </w:pPr>
      <w:r w:rsidRPr="000E1B7B">
        <w:rPr>
          <w:rFonts w:eastAsia="Times New Roman" w:cs="Arial"/>
          <w:lang w:val="en-US"/>
        </w:rPr>
        <w:t>Whether simple solutions for facility management or complex automation solutions for building safety are needed – GEZE supports its customers right from the start</w:t>
      </w:r>
      <w:r>
        <w:rPr>
          <w:rFonts w:eastAsia="Times New Roman" w:cs="Arial"/>
          <w:lang w:val="en-US"/>
        </w:rPr>
        <w:t>: “</w:t>
      </w:r>
      <w:r w:rsidRPr="00925C2D">
        <w:rPr>
          <w:rFonts w:eastAsia="Times New Roman" w:cs="Arial"/>
          <w:lang w:val="en-US"/>
        </w:rPr>
        <w:t>We don’t just deliver the technical solution and individual components, upon request, we also handle specialist door planning with full or partial project management. This includes clean functional descriptions as well as corresponding solutions and door sketches, and even pre-commissioning inspection and construction site coordination. With this work, we help ensure error-free planning, installation and commissioning of doors and windows in the building</w:t>
      </w:r>
      <w:r>
        <w:rPr>
          <w:rFonts w:eastAsia="Times New Roman" w:cs="Arial"/>
          <w:lang w:val="en-US"/>
        </w:rPr>
        <w:t xml:space="preserve">”, explains </w:t>
      </w:r>
      <w:r w:rsidRPr="0046166F">
        <w:rPr>
          <w:spacing w:val="-2"/>
          <w:lang w:val="en-US"/>
        </w:rPr>
        <w:t>Jürgen Keller.</w:t>
      </w:r>
    </w:p>
    <w:p w14:paraId="6AE8BF61" w14:textId="77777777" w:rsidR="0046166F" w:rsidRPr="00925C2D" w:rsidRDefault="0046166F" w:rsidP="0046166F">
      <w:pPr>
        <w:pStyle w:val="StandardWeb"/>
        <w:spacing w:before="0" w:beforeAutospacing="0" w:after="0" w:afterAutospacing="0"/>
        <w:rPr>
          <w:rFonts w:ascii="Arial" w:hAnsi="Arial" w:cs="Arial"/>
          <w:color w:val="000000"/>
          <w:sz w:val="18"/>
          <w:szCs w:val="18"/>
          <w:lang w:val="en-US"/>
        </w:rPr>
      </w:pPr>
    </w:p>
    <w:p w14:paraId="7E02EA90" w14:textId="77777777" w:rsidR="0046166F" w:rsidRPr="000E1B7B" w:rsidRDefault="0046166F" w:rsidP="0046166F">
      <w:pPr>
        <w:spacing w:line="240" w:lineRule="auto"/>
        <w:rPr>
          <w:rFonts w:eastAsia="Times New Roman" w:cs="Arial"/>
          <w:lang w:val="en-US"/>
        </w:rPr>
      </w:pPr>
      <w:hyperlink r:id="rId9" w:tgtFrame="_blank" w:history="1">
        <w:proofErr w:type="spellStart"/>
        <w:r w:rsidRPr="000E1B7B">
          <w:rPr>
            <w:rFonts w:eastAsia="Times New Roman" w:cs="Arial"/>
            <w:lang w:val="en-US"/>
          </w:rPr>
          <w:t>myGEZE</w:t>
        </w:r>
        <w:proofErr w:type="spellEnd"/>
        <w:r w:rsidRPr="000E1B7B">
          <w:rPr>
            <w:rFonts w:eastAsia="Times New Roman" w:cs="Arial"/>
            <w:lang w:val="en-US"/>
          </w:rPr>
          <w:t xml:space="preserve"> Control</w:t>
        </w:r>
      </w:hyperlink>
      <w:r w:rsidRPr="000E1B7B">
        <w:rPr>
          <w:rFonts w:eastAsia="Times New Roman" w:cs="Arial"/>
          <w:lang w:val="en-US"/>
        </w:rPr>
        <w:t xml:space="preserve"> builds on components from prestigious automation specialist Beckhoff Automation, and can be integrated into building management, danger management and CAFM systems from any manufacturer. Thanks to </w:t>
      </w:r>
      <w:proofErr w:type="spellStart"/>
      <w:r w:rsidRPr="000E1B7B">
        <w:rPr>
          <w:rFonts w:eastAsia="Times New Roman" w:cs="Arial"/>
          <w:lang w:val="en-US"/>
        </w:rPr>
        <w:t>standardised</w:t>
      </w:r>
      <w:proofErr w:type="spellEnd"/>
      <w:r w:rsidRPr="000E1B7B">
        <w:rPr>
          <w:rFonts w:eastAsia="Times New Roman" w:cs="Arial"/>
          <w:lang w:val="en-US"/>
        </w:rPr>
        <w:t xml:space="preserve"> BACnet project management, this is possible regardless of the service providers or building management product used. In addition, stand-alone </w:t>
      </w:r>
      <w:proofErr w:type="spellStart"/>
      <w:r w:rsidRPr="000E1B7B">
        <w:rPr>
          <w:rFonts w:eastAsia="Times New Roman" w:cs="Arial"/>
          <w:lang w:val="en-US"/>
        </w:rPr>
        <w:t>visualisation</w:t>
      </w:r>
      <w:proofErr w:type="spellEnd"/>
      <w:r w:rsidRPr="000E1B7B">
        <w:rPr>
          <w:rFonts w:eastAsia="Times New Roman" w:cs="Arial"/>
          <w:lang w:val="en-US"/>
        </w:rPr>
        <w:t xml:space="preserve"> solutions for GEZE product systems are made possible by the </w:t>
      </w:r>
      <w:proofErr w:type="spellStart"/>
      <w:r w:rsidRPr="000E1B7B">
        <w:rPr>
          <w:rFonts w:eastAsia="Times New Roman" w:cs="Arial"/>
          <w:lang w:val="en-US"/>
        </w:rPr>
        <w:t>myGEZE</w:t>
      </w:r>
      <w:proofErr w:type="spellEnd"/>
      <w:r w:rsidRPr="000E1B7B">
        <w:rPr>
          <w:rFonts w:eastAsia="Times New Roman" w:cs="Arial"/>
          <w:lang w:val="en-US"/>
        </w:rPr>
        <w:t xml:space="preserve"> </w:t>
      </w:r>
      <w:proofErr w:type="spellStart"/>
      <w:r w:rsidRPr="000E1B7B">
        <w:rPr>
          <w:rFonts w:eastAsia="Times New Roman" w:cs="Arial"/>
          <w:lang w:val="en-US"/>
        </w:rPr>
        <w:t>Visu</w:t>
      </w:r>
      <w:proofErr w:type="spellEnd"/>
      <w:r w:rsidRPr="000E1B7B">
        <w:rPr>
          <w:rFonts w:eastAsia="Times New Roman" w:cs="Arial"/>
          <w:lang w:val="en-US"/>
        </w:rPr>
        <w:t xml:space="preserve"> software option.</w:t>
      </w:r>
    </w:p>
    <w:p w14:paraId="5A47CAB9" w14:textId="77777777" w:rsidR="006B111C" w:rsidRPr="00B111B6" w:rsidRDefault="006B111C" w:rsidP="00095819">
      <w:pPr>
        <w:rPr>
          <w:lang w:val="en-GB"/>
        </w:rPr>
      </w:pPr>
    </w:p>
    <w:p w14:paraId="0F390097" w14:textId="77777777" w:rsidR="00095819" w:rsidRPr="00EB302F" w:rsidRDefault="00EB302F" w:rsidP="00095819">
      <w:pPr>
        <w:rPr>
          <w:lang w:val="en-US"/>
        </w:rPr>
      </w:pPr>
      <w:r w:rsidRPr="00EB302F">
        <w:rPr>
          <w:lang w:val="en-US"/>
        </w:rPr>
        <w:t>Further</w:t>
      </w:r>
      <w:r w:rsidR="00095819" w:rsidRPr="00EB302F">
        <w:rPr>
          <w:lang w:val="en-US"/>
        </w:rPr>
        <w:t xml:space="preserve"> </w:t>
      </w:r>
      <w:r w:rsidRPr="00EB302F">
        <w:rPr>
          <w:lang w:val="en-US"/>
        </w:rPr>
        <w:t>i</w:t>
      </w:r>
      <w:r w:rsidR="00095819" w:rsidRPr="00EB302F">
        <w:rPr>
          <w:lang w:val="en-US"/>
        </w:rPr>
        <w:t>nformation:</w:t>
      </w:r>
    </w:p>
    <w:p w14:paraId="18D8621F" w14:textId="77777777" w:rsidR="00095819" w:rsidRPr="00EB302F" w:rsidRDefault="00095819" w:rsidP="0008169D">
      <w:pPr>
        <w:pStyle w:val="URL"/>
        <w:rPr>
          <w:lang w:val="en-US"/>
        </w:rPr>
      </w:pPr>
      <w:r w:rsidRPr="00EB302F">
        <w:rPr>
          <w:lang w:val="en-US"/>
        </w:rPr>
        <w:t>www.geze.</w:t>
      </w:r>
      <w:r w:rsidR="00EB302F" w:rsidRPr="00EB302F">
        <w:rPr>
          <w:lang w:val="en-US"/>
        </w:rPr>
        <w:t>com/loremipsum</w:t>
      </w:r>
    </w:p>
    <w:p w14:paraId="4038FAC1" w14:textId="77777777" w:rsidR="006B111C" w:rsidRPr="00EB302F" w:rsidRDefault="006B111C" w:rsidP="00095819">
      <w:pPr>
        <w:rPr>
          <w:lang w:val="en-US"/>
        </w:rPr>
      </w:pPr>
    </w:p>
    <w:p w14:paraId="281A13ED" w14:textId="77777777" w:rsidR="0046166F" w:rsidRDefault="0046166F" w:rsidP="00EB302F">
      <w:pPr>
        <w:rPr>
          <w:b/>
          <w:lang w:val="en-US"/>
        </w:rPr>
      </w:pPr>
    </w:p>
    <w:p w14:paraId="1332FB4F" w14:textId="77777777" w:rsidR="0046166F" w:rsidRDefault="0046166F" w:rsidP="00EB302F">
      <w:pPr>
        <w:rPr>
          <w:b/>
          <w:lang w:val="en-US"/>
        </w:rPr>
      </w:pPr>
    </w:p>
    <w:p w14:paraId="16D4D6B9" w14:textId="77777777" w:rsidR="0046166F" w:rsidRDefault="0046166F" w:rsidP="00EB302F">
      <w:pPr>
        <w:rPr>
          <w:b/>
          <w:lang w:val="en-US"/>
        </w:rPr>
      </w:pPr>
    </w:p>
    <w:p w14:paraId="35062A12" w14:textId="77777777" w:rsidR="0046166F" w:rsidRDefault="0046166F" w:rsidP="00EB302F">
      <w:pPr>
        <w:rPr>
          <w:b/>
          <w:lang w:val="en-US"/>
        </w:rPr>
      </w:pPr>
    </w:p>
    <w:p w14:paraId="4214BFEA" w14:textId="77777777" w:rsidR="0046166F" w:rsidRDefault="0046166F" w:rsidP="00EB302F">
      <w:pPr>
        <w:rPr>
          <w:b/>
          <w:lang w:val="en-US"/>
        </w:rPr>
      </w:pPr>
    </w:p>
    <w:p w14:paraId="4973B3F9" w14:textId="77777777" w:rsidR="0046166F" w:rsidRDefault="0046166F" w:rsidP="00EB302F">
      <w:pPr>
        <w:rPr>
          <w:b/>
          <w:lang w:val="en-US"/>
        </w:rPr>
      </w:pPr>
    </w:p>
    <w:p w14:paraId="1429EFA9" w14:textId="77777777" w:rsidR="0046166F" w:rsidRDefault="0046166F" w:rsidP="00EB302F">
      <w:pPr>
        <w:rPr>
          <w:b/>
          <w:lang w:val="en-US"/>
        </w:rPr>
      </w:pPr>
    </w:p>
    <w:p w14:paraId="3B446F06" w14:textId="77777777" w:rsidR="0046166F" w:rsidRDefault="0046166F" w:rsidP="00EB302F">
      <w:pPr>
        <w:rPr>
          <w:b/>
          <w:lang w:val="en-US"/>
        </w:rPr>
      </w:pPr>
    </w:p>
    <w:p w14:paraId="64F8A07E" w14:textId="27DBEDF4" w:rsidR="00EB302F" w:rsidRPr="00EB302F" w:rsidRDefault="00E70A1D" w:rsidP="00EB302F">
      <w:pPr>
        <w:rPr>
          <w:b/>
          <w:lang w:val="en-US"/>
        </w:rPr>
      </w:pPr>
      <w:r>
        <w:rPr>
          <w:b/>
          <w:lang w:val="en-US"/>
        </w:rPr>
        <w:lastRenderedPageBreak/>
        <w:t>ABOUT GEZE</w:t>
      </w:r>
    </w:p>
    <w:p w14:paraId="3131EE92" w14:textId="77777777" w:rsidR="008F511E" w:rsidRPr="00927BCC" w:rsidRDefault="00EB302F" w:rsidP="00EB302F">
      <w:pPr>
        <w:rPr>
          <w:lang w:val="en-US"/>
        </w:rPr>
      </w:pPr>
      <w:r w:rsidRPr="00EB302F">
        <w:rPr>
          <w:lang w:val="en-US"/>
        </w:rPr>
        <w:t xml:space="preserve">GEZE is one of the world's leading companies for products, system solutions and comprehensive service for doors and windows. The specialist for innovative and modern door and window technology </w:t>
      </w:r>
      <w:r w:rsidR="00E70A1D">
        <w:rPr>
          <w:lang w:val="en-US"/>
        </w:rPr>
        <w:t>has been using</w:t>
      </w:r>
      <w:r w:rsidRPr="00EB302F">
        <w:rPr>
          <w:lang w:val="en-US"/>
        </w:rPr>
        <w:t xml:space="preserve"> its thorough industry and professional expertise to achieve outstanding results that make buildings more </w:t>
      </w:r>
      <w:proofErr w:type="spellStart"/>
      <w:r w:rsidRPr="00EB302F">
        <w:rPr>
          <w:lang w:val="en-US"/>
        </w:rPr>
        <w:t>liveable</w:t>
      </w:r>
      <w:proofErr w:type="spellEnd"/>
      <w:r w:rsidR="00E70A1D">
        <w:rPr>
          <w:lang w:val="en-US"/>
        </w:rPr>
        <w:t xml:space="preserve"> for </w:t>
      </w:r>
      <w:r w:rsidR="00927BCC">
        <w:rPr>
          <w:lang w:val="en-US"/>
        </w:rPr>
        <w:t xml:space="preserve">over </w:t>
      </w:r>
      <w:r w:rsidR="00E70A1D">
        <w:rPr>
          <w:lang w:val="en-US"/>
        </w:rPr>
        <w:t>160 years</w:t>
      </w:r>
      <w:r w:rsidRPr="00EB302F">
        <w:rPr>
          <w:lang w:val="en-US"/>
        </w:rPr>
        <w:t>.</w:t>
      </w:r>
      <w:r w:rsidR="00927BCC">
        <w:rPr>
          <w:lang w:val="en-US"/>
        </w:rPr>
        <w:t xml:space="preserve"> </w:t>
      </w:r>
      <w:r w:rsidRPr="00EB302F">
        <w:rPr>
          <w:lang w:val="en-US"/>
        </w:rPr>
        <w:t xml:space="preserve">GEZE employs </w:t>
      </w:r>
      <w:r w:rsidR="009B17D4">
        <w:rPr>
          <w:lang w:val="en-US"/>
        </w:rPr>
        <w:t>about</w:t>
      </w:r>
      <w:r w:rsidRPr="00EB302F">
        <w:rPr>
          <w:lang w:val="en-US"/>
        </w:rPr>
        <w:t xml:space="preserve"> 3,</w:t>
      </w:r>
      <w:r w:rsidR="009B17D4">
        <w:rPr>
          <w:lang w:val="en-US"/>
        </w:rPr>
        <w:t>5</w:t>
      </w:r>
      <w:r w:rsidR="00B111B6">
        <w:rPr>
          <w:lang w:val="en-US"/>
        </w:rPr>
        <w:t>00</w:t>
      </w:r>
      <w:r w:rsidRPr="00EB302F">
        <w:rPr>
          <w:lang w:val="en-US"/>
        </w:rPr>
        <w:t xml:space="preserve"> people worldwide. GEZE develops and manufactures products at our headquarters in </w:t>
      </w:r>
      <w:proofErr w:type="spellStart"/>
      <w:r w:rsidRPr="00EB302F">
        <w:rPr>
          <w:lang w:val="en-US"/>
        </w:rPr>
        <w:t>Leonberg</w:t>
      </w:r>
      <w:proofErr w:type="spellEnd"/>
      <w:r w:rsidRPr="00EB302F">
        <w:rPr>
          <w:lang w:val="en-US"/>
        </w:rPr>
        <w:t xml:space="preserve">. The company has additional production sites in China, Serbia and Turkey. With 37 subsidiaries all over the world and 6 branch offices in Germany, GEZE offers outstanding proximity to our customers and excellent service. </w:t>
      </w:r>
      <w:r w:rsidR="00A03805" w:rsidRPr="00EB302F">
        <w:rPr>
          <w:noProof/>
          <w:lang w:eastAsia="de-DE"/>
        </w:rPr>
        <mc:AlternateContent>
          <mc:Choice Requires="wps">
            <w:drawing>
              <wp:anchor distT="180340" distB="0" distL="114300" distR="114300" simplePos="0" relativeHeight="251659264" behindDoc="0" locked="0" layoutInCell="1" allowOverlap="1" wp14:anchorId="639A26FC" wp14:editId="2BD68A7C">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3E53A08D" w14:textId="77777777" w:rsidTr="00454337">
                              <w:trPr>
                                <w:cantSplit/>
                                <w:trHeight w:hRule="exact" w:val="482"/>
                              </w:trPr>
                              <w:tc>
                                <w:tcPr>
                                  <w:tcW w:w="6321" w:type="dxa"/>
                                  <w:tcMar>
                                    <w:bottom w:w="91" w:type="dxa"/>
                                  </w:tcMar>
                                </w:tcPr>
                                <w:p w14:paraId="1D46C080" w14:textId="77777777" w:rsidR="00512C05" w:rsidRPr="002627A3" w:rsidRDefault="00EB302F" w:rsidP="00113091">
                                  <w:pPr>
                                    <w:pStyle w:val="KontaktTitel"/>
                                  </w:pPr>
                                  <w:r>
                                    <w:t>C</w:t>
                                  </w:r>
                                  <w:r w:rsidR="007F0435" w:rsidRPr="002627A3">
                                    <w:t>onta</w:t>
                                  </w:r>
                                  <w:r>
                                    <w:t>c</w:t>
                                  </w:r>
                                  <w:r w:rsidR="007F0435" w:rsidRPr="002627A3">
                                    <w:t>t</w:t>
                                  </w:r>
                                </w:p>
                              </w:tc>
                            </w:tr>
                            <w:tr w:rsidR="007F0435" w:rsidRPr="00927BCC" w14:paraId="5EBEC1A1" w14:textId="77777777" w:rsidTr="00575AEF">
                              <w:trPr>
                                <w:cantSplit/>
                                <w:trHeight w:hRule="exact" w:val="425"/>
                              </w:trPr>
                              <w:tc>
                                <w:tcPr>
                                  <w:tcW w:w="6321" w:type="dxa"/>
                                </w:tcPr>
                                <w:p w14:paraId="294327F3" w14:textId="77777777" w:rsidR="007F0435" w:rsidRPr="00F15040" w:rsidRDefault="007F0435" w:rsidP="00094A49">
                                  <w:pPr>
                                    <w:pStyle w:val="Kontakt"/>
                                    <w:rPr>
                                      <w:lang w:val="en-GB"/>
                                    </w:rPr>
                                  </w:pPr>
                                  <w:bookmarkStart w:id="0"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0"/>
                                </w:p>
                                <w:p w14:paraId="1060703E" w14:textId="77777777" w:rsidR="007F0435" w:rsidRPr="00F15040" w:rsidRDefault="00E10257" w:rsidP="00094A49">
                                  <w:pPr>
                                    <w:pStyle w:val="Kontakt"/>
                                    <w:rPr>
                                      <w:lang w:val="en-GB"/>
                                    </w:rPr>
                                  </w:pPr>
                                  <w:r w:rsidRPr="00F15040">
                                    <w:rPr>
                                      <w:lang w:val="en-GB"/>
                                    </w:rPr>
                                    <w:t>Reinhold-Vöster-Str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D-71229 Leonberg</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571725CA" w14:textId="77777777" w:rsidR="00A03805" w:rsidRPr="007F0435" w:rsidRDefault="00A03805"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9A26FC"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3E53A08D" w14:textId="77777777" w:rsidTr="00454337">
                        <w:trPr>
                          <w:cantSplit/>
                          <w:trHeight w:hRule="exact" w:val="482"/>
                        </w:trPr>
                        <w:tc>
                          <w:tcPr>
                            <w:tcW w:w="6321" w:type="dxa"/>
                            <w:tcMar>
                              <w:bottom w:w="91" w:type="dxa"/>
                            </w:tcMar>
                          </w:tcPr>
                          <w:p w14:paraId="1D46C080" w14:textId="77777777" w:rsidR="00512C05" w:rsidRPr="002627A3" w:rsidRDefault="00EB302F" w:rsidP="00113091">
                            <w:pPr>
                              <w:pStyle w:val="KontaktTitel"/>
                            </w:pPr>
                            <w:r>
                              <w:t>C</w:t>
                            </w:r>
                            <w:r w:rsidR="007F0435" w:rsidRPr="002627A3">
                              <w:t>onta</w:t>
                            </w:r>
                            <w:r>
                              <w:t>c</w:t>
                            </w:r>
                            <w:r w:rsidR="007F0435" w:rsidRPr="002627A3">
                              <w:t>t</w:t>
                            </w:r>
                          </w:p>
                        </w:tc>
                      </w:tr>
                      <w:tr w:rsidR="007F0435" w:rsidRPr="00927BCC" w14:paraId="5EBEC1A1" w14:textId="77777777" w:rsidTr="00575AEF">
                        <w:trPr>
                          <w:cantSplit/>
                          <w:trHeight w:hRule="exact" w:val="425"/>
                        </w:trPr>
                        <w:tc>
                          <w:tcPr>
                            <w:tcW w:w="6321" w:type="dxa"/>
                          </w:tcPr>
                          <w:p w14:paraId="294327F3" w14:textId="77777777" w:rsidR="007F0435" w:rsidRPr="00F15040" w:rsidRDefault="007F0435"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1"/>
                          </w:p>
                          <w:p w14:paraId="1060703E" w14:textId="77777777" w:rsidR="007F0435" w:rsidRPr="00F15040" w:rsidRDefault="00E10257" w:rsidP="00094A49">
                            <w:pPr>
                              <w:pStyle w:val="Kontakt"/>
                              <w:rPr>
                                <w:lang w:val="en-GB"/>
                              </w:rPr>
                            </w:pPr>
                            <w:r w:rsidRPr="00F15040">
                              <w:rPr>
                                <w:lang w:val="en-GB"/>
                              </w:rPr>
                              <w:t>Reinhold-Vöster-Str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D-71229 Leonberg</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571725CA" w14:textId="77777777" w:rsidR="00A03805" w:rsidRPr="007F0435" w:rsidRDefault="00A03805"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927BCC" w:rsidSect="001E6027">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3AEF1B" w14:textId="77777777" w:rsidR="00EA22C2" w:rsidRDefault="00EA22C2" w:rsidP="008D6134">
      <w:pPr>
        <w:spacing w:line="240" w:lineRule="auto"/>
      </w:pPr>
      <w:r>
        <w:separator/>
      </w:r>
    </w:p>
  </w:endnote>
  <w:endnote w:type="continuationSeparator" w:id="0">
    <w:p w14:paraId="0D0317E4" w14:textId="77777777" w:rsidR="00EA22C2" w:rsidRDefault="00EA22C2"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C781F3" w14:textId="77777777" w:rsidR="00EA22C2" w:rsidRDefault="00EA22C2" w:rsidP="008D6134">
      <w:pPr>
        <w:spacing w:line="240" w:lineRule="auto"/>
      </w:pPr>
      <w:r>
        <w:separator/>
      </w:r>
    </w:p>
  </w:footnote>
  <w:footnote w:type="continuationSeparator" w:id="0">
    <w:p w14:paraId="432A4D84" w14:textId="77777777" w:rsidR="00EA22C2" w:rsidRDefault="00EA22C2"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927BCC" w14:paraId="3D7B9C14" w14:textId="77777777" w:rsidTr="00B556B7">
      <w:trPr>
        <w:trHeight w:hRule="exact" w:val="204"/>
      </w:trPr>
      <w:tc>
        <w:tcPr>
          <w:tcW w:w="7359" w:type="dxa"/>
          <w:tcMar>
            <w:bottom w:w="45" w:type="dxa"/>
          </w:tcMar>
        </w:tcPr>
        <w:p w14:paraId="00BF1454"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6EA223E4" w14:textId="77777777" w:rsidTr="00B556B7">
      <w:trPr>
        <w:trHeight w:hRule="exact" w:val="425"/>
      </w:trPr>
      <w:tc>
        <w:tcPr>
          <w:tcW w:w="7359" w:type="dxa"/>
          <w:tcMar>
            <w:top w:w="210" w:type="dxa"/>
            <w:bottom w:w="57" w:type="dxa"/>
          </w:tcMar>
        </w:tcPr>
        <w:p w14:paraId="4A1F82A2" w14:textId="77777777" w:rsidR="00742404" w:rsidRDefault="00EB302F" w:rsidP="00B556B7">
          <w:pPr>
            <w:pStyle w:val="DokumenttypFolgeseiten"/>
            <w:framePr w:hSpace="0" w:wrap="auto" w:vAnchor="margin" w:yAlign="inline"/>
          </w:pPr>
          <w:r>
            <w:t>Press release</w:t>
          </w:r>
        </w:p>
        <w:p w14:paraId="35E35E37" w14:textId="77777777" w:rsidR="008A2F5C" w:rsidRPr="00C65692" w:rsidRDefault="008A2F5C" w:rsidP="00B556B7">
          <w:pPr>
            <w:pStyle w:val="DokumenttypFolgeseiten"/>
            <w:framePr w:hSpace="0" w:wrap="auto" w:vAnchor="margin" w:yAlign="inline"/>
          </w:pPr>
          <w:r>
            <w:t>Ü</w:t>
          </w:r>
        </w:p>
      </w:tc>
    </w:tr>
    <w:tr w:rsidR="00742404" w:rsidRPr="008A2F5C" w14:paraId="295E0297" w14:textId="77777777" w:rsidTr="00B556B7">
      <w:trPr>
        <w:trHeight w:hRule="exact" w:val="215"/>
      </w:trPr>
      <w:tc>
        <w:tcPr>
          <w:tcW w:w="7359" w:type="dxa"/>
        </w:tcPr>
        <w:p w14:paraId="5D47DFB5" w14:textId="78116CEB" w:rsidR="00F15040" w:rsidRPr="008A2F5C" w:rsidRDefault="00EB302F" w:rsidP="00B556B7">
          <w:pPr>
            <w:pStyle w:val="DatumFolgeseiten"/>
            <w:framePr w:hSpace="0" w:wrap="auto" w:vAnchor="margin" w:yAlign="inline"/>
          </w:pPr>
          <w:r>
            <w:t xml:space="preserve">DATE </w:t>
          </w:r>
          <w:r w:rsidR="00C65692" w:rsidRPr="008A2F5C">
            <w:t xml:space="preserve">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5-01-13T00:00:00Z">
                <w:dateFormat w:val="dd.MM.yyyy"/>
                <w:lid w:val="de-DE"/>
                <w:storeMappedDataAs w:val="dateTime"/>
                <w:calendar w:val="gregorian"/>
              </w:date>
            </w:sdtPr>
            <w:sdtContent>
              <w:r w:rsidR="0046166F">
                <w:t>13.01.2025</w:t>
              </w:r>
            </w:sdtContent>
          </w:sdt>
        </w:p>
      </w:tc>
    </w:tr>
  </w:tbl>
  <w:p w14:paraId="16961A8C"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noProof/>
      </w:rPr>
      <w:t>3</w:t>
    </w:r>
    <w:r w:rsidR="00A2525B" w:rsidRPr="00372112">
      <w:rPr>
        <w:b w:val="0"/>
      </w:rPr>
      <w:fldChar w:fldCharType="end"/>
    </w:r>
  </w:p>
  <w:p w14:paraId="17852F79"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46931846" wp14:editId="141711AB">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F3FC4F"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927BCC" w14:paraId="64B31F51" w14:textId="77777777" w:rsidTr="005A529F">
      <w:trPr>
        <w:trHeight w:hRule="exact" w:val="198"/>
      </w:trPr>
      <w:tc>
        <w:tcPr>
          <w:tcW w:w="7371" w:type="dxa"/>
        </w:tcPr>
        <w:p w14:paraId="16235651"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1873000D" w14:textId="77777777" w:rsidTr="005A529F">
      <w:trPr>
        <w:trHeight w:val="765"/>
      </w:trPr>
      <w:tc>
        <w:tcPr>
          <w:tcW w:w="7371" w:type="dxa"/>
          <w:tcMar>
            <w:top w:w="204" w:type="dxa"/>
          </w:tcMar>
        </w:tcPr>
        <w:p w14:paraId="46C5419D" w14:textId="77777777" w:rsidR="00C3654A" w:rsidRPr="008B572B" w:rsidRDefault="00C3654A" w:rsidP="005A529F">
          <w:pPr>
            <w:pStyle w:val="Dokumenttyp"/>
            <w:framePr w:hSpace="0" w:wrap="auto" w:vAnchor="margin" w:hAnchor="text" w:yAlign="inline"/>
          </w:pPr>
          <w:bookmarkStart w:id="3" w:name="BM_Dokumenttyp"/>
          <w:r w:rsidRPr="008B572B">
            <w:t>Press</w:t>
          </w:r>
          <w:bookmarkEnd w:id="3"/>
          <w:r w:rsidR="00EB302F">
            <w:t xml:space="preserve"> Release</w:t>
          </w:r>
        </w:p>
      </w:tc>
    </w:tr>
  </w:tbl>
  <w:p w14:paraId="0ED5A84D"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540D9799" wp14:editId="287DB78D">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79F7766F" wp14:editId="258774D7">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A39922"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&#13;&#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589A20F7" wp14:editId="2BEF7ACC">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D80EAE"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&#13;&#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9277687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66F"/>
    <w:rsid w:val="00025DF7"/>
    <w:rsid w:val="0005443A"/>
    <w:rsid w:val="00062822"/>
    <w:rsid w:val="0008169D"/>
    <w:rsid w:val="00094A49"/>
    <w:rsid w:val="00095819"/>
    <w:rsid w:val="000B02C6"/>
    <w:rsid w:val="0010185E"/>
    <w:rsid w:val="00110BB8"/>
    <w:rsid w:val="00110FA9"/>
    <w:rsid w:val="00113091"/>
    <w:rsid w:val="001261D2"/>
    <w:rsid w:val="00131D40"/>
    <w:rsid w:val="001673EE"/>
    <w:rsid w:val="001E6027"/>
    <w:rsid w:val="001F462D"/>
    <w:rsid w:val="002627A3"/>
    <w:rsid w:val="0029378C"/>
    <w:rsid w:val="00295C6C"/>
    <w:rsid w:val="002A2B85"/>
    <w:rsid w:val="002D349E"/>
    <w:rsid w:val="002D4EAE"/>
    <w:rsid w:val="003023FF"/>
    <w:rsid w:val="00362821"/>
    <w:rsid w:val="003660CB"/>
    <w:rsid w:val="00372112"/>
    <w:rsid w:val="00381993"/>
    <w:rsid w:val="003A1C1B"/>
    <w:rsid w:val="003C69DE"/>
    <w:rsid w:val="003D37C3"/>
    <w:rsid w:val="003F7DD3"/>
    <w:rsid w:val="00420C17"/>
    <w:rsid w:val="00454337"/>
    <w:rsid w:val="0046166F"/>
    <w:rsid w:val="004E1AAA"/>
    <w:rsid w:val="00501A06"/>
    <w:rsid w:val="00507EAC"/>
    <w:rsid w:val="00512C05"/>
    <w:rsid w:val="00516727"/>
    <w:rsid w:val="00525290"/>
    <w:rsid w:val="0053157C"/>
    <w:rsid w:val="00546F76"/>
    <w:rsid w:val="00575AEF"/>
    <w:rsid w:val="00590F61"/>
    <w:rsid w:val="005A4E09"/>
    <w:rsid w:val="005A529F"/>
    <w:rsid w:val="0060196E"/>
    <w:rsid w:val="00650096"/>
    <w:rsid w:val="00661485"/>
    <w:rsid w:val="006671FA"/>
    <w:rsid w:val="006B111C"/>
    <w:rsid w:val="00742404"/>
    <w:rsid w:val="0074360A"/>
    <w:rsid w:val="00750CB1"/>
    <w:rsid w:val="00752C8E"/>
    <w:rsid w:val="00772A8A"/>
    <w:rsid w:val="00782B4B"/>
    <w:rsid w:val="007A5B34"/>
    <w:rsid w:val="007C2C48"/>
    <w:rsid w:val="007D4F8A"/>
    <w:rsid w:val="007F0435"/>
    <w:rsid w:val="00846FEA"/>
    <w:rsid w:val="008510DC"/>
    <w:rsid w:val="00863B08"/>
    <w:rsid w:val="008A2F5C"/>
    <w:rsid w:val="008B572B"/>
    <w:rsid w:val="008B5ABA"/>
    <w:rsid w:val="008C32F8"/>
    <w:rsid w:val="008D6134"/>
    <w:rsid w:val="008E707F"/>
    <w:rsid w:val="008F0D1C"/>
    <w:rsid w:val="008F511E"/>
    <w:rsid w:val="009149AE"/>
    <w:rsid w:val="00925FCD"/>
    <w:rsid w:val="00927BCC"/>
    <w:rsid w:val="00980D79"/>
    <w:rsid w:val="0099368D"/>
    <w:rsid w:val="009A6965"/>
    <w:rsid w:val="009B16EE"/>
    <w:rsid w:val="009B17D4"/>
    <w:rsid w:val="00A03805"/>
    <w:rsid w:val="00A13AF3"/>
    <w:rsid w:val="00A2525B"/>
    <w:rsid w:val="00A330C9"/>
    <w:rsid w:val="00A37A65"/>
    <w:rsid w:val="00A9034D"/>
    <w:rsid w:val="00A91680"/>
    <w:rsid w:val="00AA25C7"/>
    <w:rsid w:val="00AD6CE7"/>
    <w:rsid w:val="00B06CCE"/>
    <w:rsid w:val="00B111B6"/>
    <w:rsid w:val="00B22183"/>
    <w:rsid w:val="00B223C4"/>
    <w:rsid w:val="00B542C6"/>
    <w:rsid w:val="00B556B7"/>
    <w:rsid w:val="00BF2B94"/>
    <w:rsid w:val="00C21D89"/>
    <w:rsid w:val="00C34DD3"/>
    <w:rsid w:val="00C3654A"/>
    <w:rsid w:val="00C405F5"/>
    <w:rsid w:val="00C65692"/>
    <w:rsid w:val="00D21E65"/>
    <w:rsid w:val="00D263AB"/>
    <w:rsid w:val="00D5446F"/>
    <w:rsid w:val="00D827D0"/>
    <w:rsid w:val="00DA6046"/>
    <w:rsid w:val="00DB4BE6"/>
    <w:rsid w:val="00DC7D49"/>
    <w:rsid w:val="00DE1ED3"/>
    <w:rsid w:val="00DF67D1"/>
    <w:rsid w:val="00E10257"/>
    <w:rsid w:val="00E2393F"/>
    <w:rsid w:val="00E308E8"/>
    <w:rsid w:val="00E70A1D"/>
    <w:rsid w:val="00E97151"/>
    <w:rsid w:val="00EA22C2"/>
    <w:rsid w:val="00EB302F"/>
    <w:rsid w:val="00EC628A"/>
    <w:rsid w:val="00F15040"/>
    <w:rsid w:val="00F31685"/>
    <w:rsid w:val="00F46B41"/>
    <w:rsid w:val="00F96F22"/>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118E96"/>
  <w15:docId w15:val="{F6734342-7A29-DD46-BF4E-4BCE862A8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NichtaufgelsteErwhnung">
    <w:name w:val="Unresolved Mention"/>
    <w:basedOn w:val="Absatz-Standardschriftart"/>
    <w:uiPriority w:val="99"/>
    <w:semiHidden/>
    <w:unhideWhenUsed/>
    <w:rsid w:val="00EB302F"/>
    <w:rPr>
      <w:color w:val="605E5C"/>
      <w:shd w:val="clear" w:color="auto" w:fill="E1DFDD"/>
    </w:rPr>
  </w:style>
  <w:style w:type="paragraph" w:styleId="StandardWeb">
    <w:name w:val="Normal (Web)"/>
    <w:basedOn w:val="Standard"/>
    <w:uiPriority w:val="99"/>
    <w:unhideWhenUsed/>
    <w:rsid w:val="0046166F"/>
    <w:pPr>
      <w:spacing w:before="100" w:beforeAutospacing="1" w:after="100" w:afterAutospacing="1" w:line="240" w:lineRule="auto"/>
    </w:pPr>
    <w:rPr>
      <w:rFonts w:ascii="Times New Roman" w:eastAsia="Times New Roman" w:hAnsi="Times New Roman" w:cs="Times New Roman"/>
      <w:kern w:val="0"/>
      <w:sz w:val="24"/>
      <w:szCs w:val="24"/>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3404343">
      <w:bodyDiv w:val="1"/>
      <w:marLeft w:val="0"/>
      <w:marRight w:val="0"/>
      <w:marTop w:val="0"/>
      <w:marBottom w:val="0"/>
      <w:divBdr>
        <w:top w:val="none" w:sz="0" w:space="0" w:color="auto"/>
        <w:left w:val="none" w:sz="0" w:space="0" w:color="auto"/>
        <w:bottom w:val="none" w:sz="0" w:space="0" w:color="auto"/>
        <w:right w:val="none" w:sz="0" w:space="0" w:color="auto"/>
      </w:divBdr>
    </w:div>
    <w:div w:id="959840515">
      <w:bodyDiv w:val="1"/>
      <w:marLeft w:val="0"/>
      <w:marRight w:val="0"/>
      <w:marTop w:val="0"/>
      <w:marBottom w:val="0"/>
      <w:divBdr>
        <w:top w:val="none" w:sz="0" w:space="0" w:color="auto"/>
        <w:left w:val="none" w:sz="0" w:space="0" w:color="auto"/>
        <w:bottom w:val="none" w:sz="0" w:space="0" w:color="auto"/>
        <w:right w:val="none" w:sz="0" w:space="0" w:color="auto"/>
      </w:divBdr>
    </w:div>
    <w:div w:id="980231652">
      <w:bodyDiv w:val="1"/>
      <w:marLeft w:val="0"/>
      <w:marRight w:val="0"/>
      <w:marTop w:val="0"/>
      <w:marBottom w:val="0"/>
      <w:divBdr>
        <w:top w:val="none" w:sz="0" w:space="0" w:color="auto"/>
        <w:left w:val="none" w:sz="0" w:space="0" w:color="auto"/>
        <w:bottom w:val="none" w:sz="0" w:space="0" w:color="auto"/>
        <w:right w:val="none" w:sz="0" w:space="0" w:color="auto"/>
      </w:divBdr>
    </w:div>
    <w:div w:id="1613172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de.editor.geze.com/en/products-solutions/building_automation/building_automation_systems/mygeze_control_basic_device/p_143663"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hildebrandt/Downloads/Pressemitteilung_Vorlage_inkl-Boilerplate_2025_EN%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45AE15791E59748A0E8F8BC274E76B8"/>
        <w:category>
          <w:name w:val="Allgemein"/>
          <w:gallery w:val="placeholder"/>
        </w:category>
        <w:types>
          <w:type w:val="bbPlcHdr"/>
        </w:types>
        <w:behaviors>
          <w:behavior w:val="content"/>
        </w:behaviors>
        <w:guid w:val="{E76A8011-6A85-FF48-BED4-48D696751BF2}"/>
      </w:docPartPr>
      <w:docPartBody>
        <w:p w:rsidR="00000000" w:rsidRDefault="00000000">
          <w:pPr>
            <w:pStyle w:val="545AE15791E59748A0E8F8BC274E76B8"/>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B9C"/>
    <w:rsid w:val="004D6B9C"/>
    <w:rsid w:val="007A5B34"/>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de-DE"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545AE15791E59748A0E8F8BC274E76B8">
    <w:name w:val="545AE15791E59748A0E8F8BC274E76B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overPageProperties xmlns="http://schemas.microsoft.com/office/2006/coverPageProps">
  <PublishDate>2025-01-13T00:00:00</PublishDate>
  <Abstract/>
  <CompanyAddress/>
  <CompanyPhone/>
  <CompanyFax/>
  <CompanyEmail/>
</CoverPageProperties>
</file>

<file path=customXml/itemProps1.xml><?xml version="1.0" encoding="utf-8"?>
<ds:datastoreItem xmlns:ds="http://schemas.openxmlformats.org/officeDocument/2006/customXml" ds:itemID="{BAA4223A-F85B-45E0-9B21-9FA7CBF2D7B0}">
  <ds:schemaRefs>
    <ds:schemaRef ds:uri="http://schemas.openxmlformats.org/officeDocument/2006/bibliography"/>
  </ds:schemaRefs>
</ds:datastoreItem>
</file>

<file path=customXml/itemProps2.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Pressemitteilung_Vorlage_inkl-Boilerplate_2025_EN (1).dotx</Template>
  <TotalTime>0</TotalTime>
  <Pages>3</Pages>
  <Words>746</Words>
  <Characters>4706</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5442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Lilli Hildebrandt</dc:creator>
  <dc:description>Pressemitteilung · Office 2016;_x000d_
Version 1.0.0;_x000d_
26.11.2018</dc:description>
  <cp:lastModifiedBy>Lilli Hildebrandt</cp:lastModifiedBy>
  <cp:revision>1</cp:revision>
  <cp:lastPrinted>2018-11-26T15:21:00Z</cp:lastPrinted>
  <dcterms:created xsi:type="dcterms:W3CDTF">2025-01-13T16:27:00Z</dcterms:created>
  <dcterms:modified xsi:type="dcterms:W3CDTF">2025-01-13T16:29:00Z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